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47e3df9fd54b7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Einheiten umwandeln</w:t>
      </w:r>
    </w:p>
    <w:p>
      <w:pPr>
        <w:pStyle w:val="IQB-Teilaufgabengrafik"/>
      </w:pPr>
      <w:r>
        <w:drawing>
          <wp:inline distT="0" distB="0" distL="0" distR="0">
            <wp:extent cx="5832000" cy="141066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16c42b910934c0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1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16c42b910934c0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2023-06-16T08:24:46.9709831Z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