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dfd3a1644243e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Bundesjugendspiele</w:t>
      </w:r>
    </w:p>
    <w:p>
      <w:pPr>
        <w:pStyle w:val="IQB-Teilaufgabengrafik"/>
      </w:pPr>
      <w:r>
        <w:drawing>
          <wp:inline distT="0" distB="0" distL="0" distR="0">
            <wp:extent cx="5832000" cy="283565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2ac0aacddf740a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35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2ac0aacddf740a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2023-06-16T08:24:43.6430768Z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