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3efa43fcd3f47a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Balkenwaage Tassen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 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2020-12-14T10:36:47.9807359Z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