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542bb279aa749a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Balkenwaage Apfel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150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2020-12-14T10:36:47.4963346Z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