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f52cf08d40c4d0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Balkenwaage Apfel</w:t>
      </w:r>
    </w:p>
    <w:p>
      <w:pPr>
        <w:pStyle w:val="IQB-Teilaufgabengrafik"/>
      </w:pPr>
      <w:r>
        <w:drawing>
          <wp:inline distT="0" distB="0" distL="0" distR="0">
            <wp:extent cx="5832000" cy="22816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a076f2375eb454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a076f2375eb454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2023-06-16T08:24:36.1896331Z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