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07d7c6c6f224fe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Ausflug</w:t>
      </w:r>
    </w:p>
    <w:p>
      <w:pPr>
        <w:pStyle w:val="IQB-Teilaufgabengrafik"/>
      </w:pPr>
      <w:r>
        <w:drawing>
          <wp:inline distT="0" distB="0" distL="0" distR="0">
            <wp:extent cx="5832000" cy="332717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48cd3681ea244f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2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48cd3681ea244f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2023-06-16T08:24:38.8145989Z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