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4715bb359c1f422d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1 Kilogramm</w:t>
      </w:r>
    </w:p>
    <w:p>
      <w:pPr>
        <w:pStyle w:val="IQB-Teilaufgabengrafik"/>
      </w:pPr>
      <w:r>
        <w:drawing>
          <wp:inline distT="0" distB="0" distL="0" distR="0">
            <wp:extent cx="5832000" cy="287346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b003002ce2424924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873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b003002ce242492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2023-06-16T08:24:44.5806068Z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