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035b8c3ba9d44f5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Zahlenkarten ziehen</w:t>
      </w:r>
    </w:p>
    <w:p>
      <w:pPr>
        <w:pStyle w:val="IQB-Teilaufgabengrafik"/>
      </w:pPr>
      <w:r>
        <w:drawing>
          <wp:inline distT="0" distB="0" distL="0" distR="0">
            <wp:extent cx="5832000" cy="4007728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5e2171ce4b604b6a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4007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5e2171ce4b604b6a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2020-09-01T06:33:39.2649479Z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