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04b38ff286a04410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Zahlenkarte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3. Kästchen angekreuzt ("Es ist möglich, aber nicht sicher, dass Lisas Zahl größer als 5 ist.")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2020-12-14T10:36:45.7933517Z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