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b2afa08347946e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Vierecke</w:t>
      </w:r>
    </w:p>
    <w:p>
      <w:pPr>
        <w:pStyle w:val="IQB-Teilaufgabengrafik"/>
      </w:pPr>
      <w:r>
        <w:drawing>
          <wp:inline distT="0" distB="0" distL="0" distR="0">
            <wp:extent cx="5832000" cy="534048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7cd1bf7f046480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340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7cd1bf7f0464808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Jessica Casties</dc:creator>
  <lastModifiedBy>Jessica Casties</lastModifiedBy>
  <revision>4</revision>
  <lastPrinted>2012-12-11T10:05:00.0000000Z</lastPrinted>
  <dcterms:created xsi:type="dcterms:W3CDTF">2020-12-22T11:26:43.7773819Z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castisje; 22.12.2020</vt:lpwstr>
  </op:property>
</op:Properties>
</file>