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0b8ab59d9f3458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Tischproblem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6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2020-12-14T10:36:44.9179841Z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