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2dc0d7b747f4ca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Tischproblem</w:t>
      </w:r>
    </w:p>
    <w:p>
      <w:pPr>
        <w:pStyle w:val="IQB-Teilaufgabengrafik"/>
      </w:pPr>
      <w:r>
        <w:drawing>
          <wp:inline distT="0" distB="0" distL="0" distR="0">
            <wp:extent cx="5832000" cy="270771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ae0bfba9e7c48a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0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ae0bfba9e7c48a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2020-09-01T06:33:36.7987122Z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