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2bfa219c45e4e0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Spielwürfel </w:t>
      </w:r>
    </w:p>
    <w:p>
      <w:pPr>
        <w:pStyle w:val="IQB-Teilaufgabengrafik"/>
      </w:pPr>
      <w:r>
        <w:drawing>
          <wp:inline distT="0" distB="0" distL="0" distR="0">
            <wp:extent cx="5832000" cy="218345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9521e42e6784af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8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99521e42e6784af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2020-09-01T06:33:32.5797020Z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