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4f9511e184d41e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Radtour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Entfernungen und Orte wurden korrekt angegeben: </w:t>
            </w:r>
          </w:p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134813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cac6814769a7425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34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ac6814769a7425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2020-12-16T08:15:34.3372484Z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