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2d58d428fba41b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Gummibärchen 1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Ich fülle den Beutel mit 5 roten und 5 gelben Gummibärchen.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2020-12-14T11:24:57.1218282Z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