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f6e387d7f448434e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Gewinnchance</w:t>
      </w:r>
    </w:p>
    <w:p>
      <w:pPr>
        <w:pStyle w:val="IQB-Teilaufgabengrafik"/>
      </w:pPr>
      <w:r>
        <w:drawing>
          <wp:inline distT="0" distB="0" distL="0" distR="0">
            <wp:extent cx="5832000" cy="3535118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afa3bcc2e58b4671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35351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afa3bcc2e58b4671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2020-09-01T06:33:35.6804983Z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