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6cefd01067c432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März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Dezember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2020-12-14T10:36:44.1992536Z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