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97c98c751074c8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Becherspiel</w:t>
      </w:r>
    </w:p>
    <w:p>
      <w:pPr>
        <w:pStyle w:val="IQB-Teilaufgabengrafik"/>
      </w:pPr>
      <w:r>
        <w:drawing>
          <wp:inline distT="0" distB="0" distL="0" distR="0">
            <wp:extent cx="5832000" cy="259095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fb2170a47ba4a2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59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fb2170a47ba4a2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2020-09-01T06:33:25.0649907Z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