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a99f0a9052d42c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Bankaufgabe 1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2. Kästchen angekreuzt ("Es ist möglich, aber nicht sicher, dass Carla und Bert nebeneinander sitzen.")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2020-12-14T10:36:44.0119918Z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