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9940aff2b7c43d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Bankproblem</w:t>
      </w:r>
    </w:p>
    <w:p>
      <w:pPr>
        <w:pStyle w:val="IQB-Teilaufgabengrafik"/>
      </w:pPr>
      <w:r>
        <w:drawing>
          <wp:inline distT="0" distB="0" distL="0" distR="0">
            <wp:extent cx="5832000" cy="338388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2acd7bd9a2545c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383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92acd7bd9a2545c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2020-09-01T06:33:24.5455625Z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