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4dfca5f7fda4b2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Bank</w:t>
      </w:r>
    </w:p>
    <w:p>
      <w:pPr>
        <w:pStyle w:val="IQB-Teilaufgabengrafik"/>
      </w:pPr>
      <w:r>
        <w:drawing>
          <wp:inline distT="0" distB="0" distL="0" distR="0">
            <wp:extent cx="5832000" cy="482844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caa18ff4e0c74cf0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4828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caa18ff4e0c74cf0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2020-09-01T06:33:23.9831524Z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