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58f122740394b1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Aussagen</w:t>
      </w:r>
    </w:p>
    <w:p>
      <w:pPr>
        <w:pStyle w:val="IQB-Teilaufgabengrafik"/>
      </w:pPr>
      <w:r>
        <w:drawing>
          <wp:inline distT="0" distB="0" distL="0" distR="0">
            <wp:extent cx="5832000" cy="240085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cd0ba95c16c48a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00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cd0ba95c16c48a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2020-09-01T06:33:23.5461105Z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