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6640cdbb016409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Zahlenkarten ziehen</w:t>
      </w:r>
    </w:p>
    <w:p>
      <w:pPr>
        <w:pStyle w:val="IQB-Teilaufgabengrafik"/>
      </w:pPr>
      <w:r>
        <w:drawing>
          <wp:inline distT="0" distB="0" distL="0" distR="0">
            <wp:extent cx="5832000" cy="447088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aa518cd3b2b148a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47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aa518cd3b2b148a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2023-06-16T08:22:49.8770472Z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