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7a8c6e179f64a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Zahlenkarte</w:t>
      </w:r>
    </w:p>
    <w:p>
      <w:pPr>
        <w:pStyle w:val="IQB-Teilaufgabengrafik"/>
      </w:pPr>
      <w:r>
        <w:drawing>
          <wp:inline distT="0" distB="0" distL="0" distR="0">
            <wp:extent cx="5832000" cy="300579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9414a1e222f94fd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005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9414a1e222f94fd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2023-06-16T08:22:49.6733852Z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