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d385fd6225044c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Tischproblem</w:t>
      </w:r>
    </w:p>
    <w:p>
      <w:pPr>
        <w:pStyle w:val="IQB-Teilaufgabengrafik"/>
      </w:pPr>
      <w:r>
        <w:drawing>
          <wp:inline distT="0" distB="0" distL="0" distR="0">
            <wp:extent cx="5832000" cy="35823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7966b0ad91e4be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582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7966b0ad91e4be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2023-06-16T08:22:48.3922212Z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