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e3c3703a6ef4cf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Spielwürfel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2. Kästchen angekreuzt ("17")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2020-12-14T10:36:44.6367632Z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