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b787cbf9d98405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Spielwürfel</w:t>
      </w:r>
    </w:p>
    <w:p>
      <w:pPr>
        <w:pStyle w:val="IQB-Teilaufgabengrafik"/>
      </w:pPr>
      <w:r>
        <w:drawing>
          <wp:inline distT="0" distB="0" distL="0" distR="0">
            <wp:extent cx="5832000" cy="263716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67b8692bf5c4a2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6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67b8692bf5c4a2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2023-06-16T08:22:47.6263225Z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