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4373c378b672402d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Perlen</w:t>
      </w:r>
    </w:p>
    <w:p>
      <w:pPr>
        <w:pStyle w:val="IQB-Teilaufgabengrafik"/>
      </w:pPr>
      <w:r>
        <w:drawing>
          <wp:inline distT="0" distB="0" distL="0" distR="0">
            <wp:extent cx="5832000" cy="2698247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f4430207d75a4a71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698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f4430207d75a4a71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2023-06-16T08:22:46.5015734Z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