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3eb6269e8bf4a7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Geburtstage</w:t>
      </w:r>
    </w:p>
    <w:p>
      <w:pPr>
        <w:pStyle w:val="IQB-Aufgabengrafik"/>
      </w:pPr>
      <w:r>
        <w:drawing>
          <wp:inline distT="0" distB="0" distL="0" distR="0">
            <wp:extent cx="5760000" cy="385246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e0998cb4139476f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5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64379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ca429327019469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6532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feb9dca9b1d43b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5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64379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553e9384297406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64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e0998cb4139476f" /><Relationship Type="http://schemas.openxmlformats.org/officeDocument/2006/relationships/image" Target="/media/image2.emf" Id="Rcca429327019469f" /><Relationship Type="http://schemas.openxmlformats.org/officeDocument/2006/relationships/image" Target="/media/image3.emf" Id="Rcfeb9dca9b1d43b5" /><Relationship Type="http://schemas.openxmlformats.org/officeDocument/2006/relationships/image" Target="/media/image4.emf" Id="R1553e9384297406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2023-06-16T08:22:44.6733062Z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