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61626cc959454e93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Becherspiel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6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2020-12-14T10:36:44.0743928Z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14.12.2020</vt:lpwstr>
  </op:property>
</op:Properties>
</file>