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da35c3d495b40b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Becherspiel</w:t>
      </w:r>
    </w:p>
    <w:p>
      <w:pPr>
        <w:pStyle w:val="IQB-Teilaufgabengrafik"/>
      </w:pPr>
      <w:r>
        <w:drawing>
          <wp:inline distT="0" distB="0" distL="0" distR="0">
            <wp:extent cx="5832000" cy="303377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71088f2a9234b19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033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71088f2a9234b1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2023-06-16T08:22:44.2207165Z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