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b1c2a91bf5f4db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Aussagen</w:t>
      </w:r>
    </w:p>
    <w:p>
      <w:pPr>
        <w:pStyle w:val="IQB-Teilaufgabengrafik"/>
      </w:pPr>
      <w:r>
        <w:drawing>
          <wp:inline distT="0" distB="0" distL="0" distR="0">
            <wp:extent cx="5832000" cy="285456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2933b73920f4b9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85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2933b73920f4b9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2023-06-16T08:22:43.1733898Z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