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b649571eda34dc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grafik"/>
      </w:pPr>
      <w:r>
        <w:drawing>
          <wp:inline distT="0" distB="0" distL="0" distR="0">
            <wp:extent cx="6048000" cy="235673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12f14cc894140f6"/>
                    <a:stretch>
                      <a:fillRect/>
                    </a:stretch>
                  </pic:blipFill>
                  <pic:spPr>
                    <a:xfrm>
                      <a:off x="0" y="0"/>
                      <a:ext cx="6048000" cy="2356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364000" cy="177854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415d4f0795594f06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77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364000" cy="177854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1c115eb27384a30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77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364000" cy="946032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b7b585ea49fa4c1f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94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04B7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012f14cc894140f6" /><Relationship Type="http://schemas.openxmlformats.org/officeDocument/2006/relationships/image" Target="/media/image2.emf" Id="R415d4f0795594f06" /><Relationship Type="http://schemas.openxmlformats.org/officeDocument/2006/relationships/image" Target="/media/image3.emf" Id="R61c115eb27384a30" /><Relationship Type="http://schemas.openxmlformats.org/officeDocument/2006/relationships/image" Target="/media/image4.emf" Id="Rb7b585ea49fa4c1f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A951-EACE-4C46-A250-FE92A1D9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Viktoria Kaufmann</dc:creator>
  <lastModifiedBy>Viktoria Kaufmann</lastModifiedBy>
  <revision>4</revision>
  <lastPrinted>2012-12-11T10:05:00.0000000Z</lastPrinted>
  <dcterms:created xsi:type="dcterms:W3CDTF">2022-07-01T13:53:15.2269863Z</dcterms:created>
  <dcterms:modified xsi:type="dcterms:W3CDTF">2016-04-07T15:24:00.0000000Z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DeP 5a Hauptstudie online Aufgaben VERA; kaufmavi; 01.07.2022</vt:lpwstr>
  </op:property>
</op:Properties>
</file>